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3C65A0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Hacker Valley Elementary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091203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3C65A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3C65A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6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3C65A0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3C65A0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6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3C65A0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66.7%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3C65A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83.3%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3C65A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3C65A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16.7%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3C65A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3C65A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3C65A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83.3%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83.3%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3C65A0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3C65A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66.7%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C65A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3C65A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3C65A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3C65A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3C65A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16.7%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3C65A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9B797D" w:rsidRPr="00797E2A" w:rsidRDefault="003C65A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0.0%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40" w:type="dxa"/>
          </w:tcPr>
          <w:p w:rsidR="008B42CE" w:rsidRPr="00797E2A" w:rsidRDefault="003C65A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33.3%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1440" w:type="dxa"/>
          </w:tcPr>
          <w:p w:rsidR="008B42CE" w:rsidRPr="00797E2A" w:rsidRDefault="003C65A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50.0%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16.7%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889" w:type="pct"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011" w:type="pct"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889" w:type="pct"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011" w:type="pct"/>
          </w:tcPr>
          <w:p w:rsidR="004206F3" w:rsidRPr="000B28B6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16.7%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66.7%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16.7%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C65A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16.7%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C65A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33.3%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50.0%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50.0%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C65A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3C65A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83.3%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100.0%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3C65A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5A0" w:rsidRDefault="003C65A0" w:rsidP="0035328A">
      <w:pPr>
        <w:spacing w:after="0" w:line="240" w:lineRule="auto"/>
      </w:pPr>
      <w:r>
        <w:separator/>
      </w:r>
    </w:p>
  </w:endnote>
  <w:endnote w:type="continuationSeparator" w:id="0">
    <w:p w:rsidR="003C65A0" w:rsidRDefault="003C65A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3C65A0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5A0" w:rsidRDefault="003C65A0" w:rsidP="0035328A">
      <w:pPr>
        <w:spacing w:after="0" w:line="240" w:lineRule="auto"/>
      </w:pPr>
      <w:r>
        <w:separator/>
      </w:r>
    </w:p>
  </w:footnote>
  <w:footnote w:type="continuationSeparator" w:id="0">
    <w:p w:rsidR="003C65A0" w:rsidRDefault="003C65A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A0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C65A0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B657A84B-FBD1-434C-8EB1-E0B16728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68756-6FAC-4652-A672-37DEA983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